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0A" w:rsidRDefault="00FE2B0A" w:rsidP="000D1689">
      <w:pPr>
        <w:ind w:left="-851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5pt;margin-top:21.8pt;width:187.2pt;height:666.95pt;z-index:251658240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0A0"/>
                  </w:tblPr>
                  <w:tblGrid>
                    <w:gridCol w:w="959"/>
                    <w:gridCol w:w="2480"/>
                  </w:tblGrid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  <w:tr w:rsidR="00FE2B0A" w:rsidRPr="0087091C" w:rsidTr="0087091C">
                    <w:trPr>
                      <w:trHeight w:val="981"/>
                    </w:trPr>
                    <w:tc>
                      <w:tcPr>
                        <w:tcW w:w="959" w:type="dxa"/>
                        <w:vAlign w:val="center"/>
                      </w:tcPr>
                      <w:p w:rsidR="00FE2B0A" w:rsidRPr="0087091C" w:rsidRDefault="00FE2B0A" w:rsidP="0087091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142" w:firstLine="0"/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FE2B0A" w:rsidRPr="0087091C" w:rsidRDefault="00FE2B0A" w:rsidP="0087091C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FE2B0A" w:rsidRPr="00DF79FE" w:rsidRDefault="00FE2B0A" w:rsidP="00DF79FE"/>
              </w:txbxContent>
            </v:textbox>
          </v:shape>
        </w:pict>
      </w:r>
      <w:r>
        <w:rPr>
          <w:noProof/>
          <w:lang w:val="en-US"/>
        </w:rPr>
      </w:r>
      <w:r>
        <w:pict>
          <v:group id="_x0000_s1027" editas="canvas" style="width:390pt;height:618pt;mso-position-horizontal-relative:char;mso-position-vertical-relative:line" coordsize="7800,123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7800;height:12360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7800;height:12360">
              <v:imagedata r:id="rId7" o:title="" grayscale="t"/>
            </v:shape>
            <v:shape id="_x0000_s1030" type="#_x0000_t202" style="position:absolute;left:5413;top:557;width:468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 w:rsidRPr="000D1689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31" type="#_x0000_t202" style="position:absolute;left:3486;top:1438;width:640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032" type="#_x0000_t202" style="position:absolute;left:1299;top:4199;width:468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033" type="#_x0000_t202" style="position:absolute;left:958;top:5166;width:468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56</w:t>
                    </w:r>
                  </w:p>
                </w:txbxContent>
              </v:textbox>
            </v:shape>
            <v:shape id="_x0000_s1034" type="#_x0000_t202" style="position:absolute;left:4481;top:4039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035" type="#_x0000_t202" style="position:absolute;left:6268;top:6983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036" type="#_x0000_t202" style="position:absolute;left:5277;top:8617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037" type="#_x0000_t202" style="position:absolute;left:695;top:6628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038" type="#_x0000_t202" style="position:absolute;left:1163;top:7532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1039" type="#_x0000_t202" style="position:absolute;left:2139;top:9003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1040" type="#_x0000_t202" style="position:absolute;left:5664;top:10035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1041" type="#_x0000_t202" style="position:absolute;left:2743;top:7757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7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1767;top:7433;width:445;height:324;flip:y" o:connectortype="straight">
              <v:stroke endarrow="block"/>
            </v:shape>
            <v:shape id="_x0000_s1043" type="#_x0000_t202" style="position:absolute;left:1426;top:8306;width:604;height:549">
              <v:textbox>
                <w:txbxContent>
                  <w:p w:rsidR="00FE2B0A" w:rsidRPr="000D1689" w:rsidRDefault="00FE2B0A" w:rsidP="000D168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13</w:t>
                    </w:r>
                  </w:p>
                </w:txbxContent>
              </v:textbox>
            </v:shape>
            <w10:anchorlock/>
          </v:group>
        </w:pict>
      </w:r>
    </w:p>
    <w:sectPr w:rsidR="00FE2B0A" w:rsidSect="000D1689">
      <w:headerReference w:type="default" r:id="rId8"/>
      <w:pgSz w:w="12240" w:h="15840"/>
      <w:pgMar w:top="109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B0A" w:rsidRDefault="00FE2B0A" w:rsidP="00FA54B6">
      <w:pPr>
        <w:spacing w:after="0" w:line="240" w:lineRule="auto"/>
      </w:pPr>
      <w:r>
        <w:separator/>
      </w:r>
    </w:p>
  </w:endnote>
  <w:endnote w:type="continuationSeparator" w:id="0">
    <w:p w:rsidR="00FE2B0A" w:rsidRDefault="00FE2B0A" w:rsidP="00FA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B0A" w:rsidRDefault="00FE2B0A" w:rsidP="00FA54B6">
      <w:pPr>
        <w:spacing w:after="0" w:line="240" w:lineRule="auto"/>
      </w:pPr>
      <w:r>
        <w:separator/>
      </w:r>
    </w:p>
  </w:footnote>
  <w:footnote w:type="continuationSeparator" w:id="0">
    <w:p w:rsidR="00FE2B0A" w:rsidRDefault="00FE2B0A" w:rsidP="00FA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0A" w:rsidRPr="00DF79FE" w:rsidRDefault="00FE2B0A" w:rsidP="00FA54B6">
    <w:pPr>
      <w:pStyle w:val="Header"/>
      <w:jc w:val="center"/>
      <w:rPr>
        <w:b/>
        <w:sz w:val="40"/>
        <w:szCs w:val="40"/>
      </w:rPr>
    </w:pPr>
    <w:r w:rsidRPr="00DF79FE">
      <w:rPr>
        <w:b/>
        <w:sz w:val="40"/>
        <w:szCs w:val="40"/>
      </w:rPr>
      <w:t>Parts of a Microscope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4780B"/>
    <w:multiLevelType w:val="hybridMultilevel"/>
    <w:tmpl w:val="30826388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4B6"/>
    <w:rsid w:val="000D1689"/>
    <w:rsid w:val="001109CF"/>
    <w:rsid w:val="00156083"/>
    <w:rsid w:val="008445EC"/>
    <w:rsid w:val="0087091C"/>
    <w:rsid w:val="00C1750C"/>
    <w:rsid w:val="00DF79FE"/>
    <w:rsid w:val="00FA54B6"/>
    <w:rsid w:val="00FE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50C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54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A5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54B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A5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54B6"/>
    <w:rPr>
      <w:rFonts w:cs="Times New Roman"/>
    </w:rPr>
  </w:style>
  <w:style w:type="table" w:styleId="TableGrid">
    <w:name w:val="Table Grid"/>
    <w:basedOn w:val="TableNormal"/>
    <w:uiPriority w:val="99"/>
    <w:rsid w:val="00DF79F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F7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4</Words>
  <Characters>26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Roussos</dc:creator>
  <cp:keywords/>
  <dc:description/>
  <cp:lastModifiedBy>NCDSB</cp:lastModifiedBy>
  <cp:revision>2</cp:revision>
  <dcterms:created xsi:type="dcterms:W3CDTF">2010-09-23T04:13:00Z</dcterms:created>
  <dcterms:modified xsi:type="dcterms:W3CDTF">2010-09-28T13:10:00Z</dcterms:modified>
</cp:coreProperties>
</file>